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676"/>
        <w:tblW w:w="14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98"/>
        <w:gridCol w:w="4031"/>
        <w:gridCol w:w="3827"/>
        <w:gridCol w:w="3951"/>
      </w:tblGrid>
      <w:tr w:rsidR="00C6381F" w:rsidRPr="0031440B">
        <w:trPr>
          <w:trHeight w:val="57"/>
        </w:trPr>
        <w:tc>
          <w:tcPr>
            <w:tcW w:w="14407" w:type="dxa"/>
            <w:gridSpan w:val="4"/>
          </w:tcPr>
          <w:p w:rsidR="00C6381F" w:rsidRPr="0031440B" w:rsidRDefault="00C6381F" w:rsidP="00E81243">
            <w:pPr>
              <w:pStyle w:val="Heading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*   </w:t>
            </w:r>
            <w:r w:rsidRPr="0031440B">
              <w:rPr>
                <w:b/>
                <w:bCs/>
                <w:sz w:val="20"/>
                <w:szCs w:val="20"/>
              </w:rPr>
              <w:t>TIPOS DE TEXTOS NARRATIVOS</w:t>
            </w:r>
          </w:p>
          <w:p w:rsidR="00C6381F" w:rsidRPr="0031440B" w:rsidRDefault="00C6381F" w:rsidP="0031440B">
            <w:pPr>
              <w:spacing w:after="0" w:line="240" w:lineRule="auto"/>
              <w:rPr>
                <w:b/>
                <w:bCs/>
              </w:rPr>
            </w:pPr>
          </w:p>
        </w:tc>
      </w:tr>
      <w:tr w:rsidR="00C6381F" w:rsidRPr="0031440B">
        <w:trPr>
          <w:trHeight w:val="57"/>
        </w:trPr>
        <w:tc>
          <w:tcPr>
            <w:tcW w:w="2598" w:type="dxa"/>
          </w:tcPr>
          <w:p w:rsidR="00C6381F" w:rsidRPr="0031440B" w:rsidRDefault="00C6381F" w:rsidP="0031440B">
            <w:pPr>
              <w:spacing w:after="0" w:line="240" w:lineRule="auto"/>
            </w:pPr>
          </w:p>
        </w:tc>
        <w:tc>
          <w:tcPr>
            <w:tcW w:w="4031" w:type="dxa"/>
          </w:tcPr>
          <w:p w:rsidR="00C6381F" w:rsidRPr="0031440B" w:rsidRDefault="00C6381F" w:rsidP="0031440B">
            <w:pPr>
              <w:spacing w:after="0" w:line="240" w:lineRule="auto"/>
              <w:rPr>
                <w:b/>
                <w:bCs/>
              </w:rPr>
            </w:pPr>
            <w:r w:rsidRPr="0031440B">
              <w:rPr>
                <w:b/>
                <w:bCs/>
              </w:rPr>
              <w:t>Narración literaria</w:t>
            </w:r>
          </w:p>
        </w:tc>
        <w:tc>
          <w:tcPr>
            <w:tcW w:w="3827" w:type="dxa"/>
          </w:tcPr>
          <w:p w:rsidR="00C6381F" w:rsidRPr="0031440B" w:rsidRDefault="00C6381F" w:rsidP="0031440B">
            <w:pPr>
              <w:spacing w:after="0" w:line="240" w:lineRule="auto"/>
              <w:rPr>
                <w:b/>
                <w:bCs/>
              </w:rPr>
            </w:pPr>
            <w:r w:rsidRPr="0031440B">
              <w:rPr>
                <w:b/>
                <w:bCs/>
              </w:rPr>
              <w:t>Narración histórica</w:t>
            </w:r>
          </w:p>
        </w:tc>
        <w:tc>
          <w:tcPr>
            <w:tcW w:w="3951" w:type="dxa"/>
          </w:tcPr>
          <w:p w:rsidR="00C6381F" w:rsidRPr="0031440B" w:rsidRDefault="00C6381F" w:rsidP="0031440B">
            <w:pPr>
              <w:spacing w:after="0" w:line="240" w:lineRule="auto"/>
              <w:rPr>
                <w:b/>
                <w:bCs/>
              </w:rPr>
            </w:pPr>
            <w:r w:rsidRPr="0031440B">
              <w:rPr>
                <w:b/>
                <w:bCs/>
              </w:rPr>
              <w:t>Narración periodística</w:t>
            </w:r>
          </w:p>
        </w:tc>
      </w:tr>
      <w:tr w:rsidR="00C6381F" w:rsidRPr="0031440B">
        <w:trPr>
          <w:trHeight w:val="57"/>
        </w:trPr>
        <w:tc>
          <w:tcPr>
            <w:tcW w:w="2598" w:type="dxa"/>
          </w:tcPr>
          <w:p w:rsidR="00C6381F" w:rsidRPr="0031440B" w:rsidRDefault="00C6381F" w:rsidP="0031440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1440B">
              <w:rPr>
                <w:b/>
                <w:bCs/>
                <w:sz w:val="18"/>
                <w:szCs w:val="18"/>
              </w:rPr>
              <w:t>Intención comunicativa(Finalidad)</w:t>
            </w:r>
          </w:p>
        </w:tc>
        <w:tc>
          <w:tcPr>
            <w:tcW w:w="403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El narrador cuenta una historia de ficción</w:t>
            </w:r>
          </w:p>
        </w:tc>
        <w:tc>
          <w:tcPr>
            <w:tcW w:w="3827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El autor quiere dar a conocer hechos y sucesos importantes vividos por unos personajes.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Lo que les pasa a los personajes es irreal, pero el momento en el que pasa es real.</w:t>
            </w:r>
          </w:p>
        </w:tc>
        <w:tc>
          <w:tcPr>
            <w:tcW w:w="395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Informan sobre hechos recientes a través de los medios de comunicación.</w:t>
            </w:r>
          </w:p>
        </w:tc>
      </w:tr>
      <w:tr w:rsidR="00C6381F" w:rsidRPr="0031440B">
        <w:trPr>
          <w:trHeight w:val="57"/>
        </w:trPr>
        <w:tc>
          <w:tcPr>
            <w:tcW w:w="2598" w:type="dxa"/>
          </w:tcPr>
          <w:p w:rsidR="00C6381F" w:rsidRPr="0031440B" w:rsidRDefault="00C6381F" w:rsidP="0031440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1440B">
              <w:rPr>
                <w:b/>
                <w:bCs/>
                <w:sz w:val="18"/>
                <w:szCs w:val="18"/>
              </w:rPr>
              <w:t>Responde a...</w:t>
            </w:r>
          </w:p>
        </w:tc>
        <w:tc>
          <w:tcPr>
            <w:tcW w:w="403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 xml:space="preserve"> ¿Qué ocurre?</w:t>
            </w:r>
          </w:p>
        </w:tc>
        <w:tc>
          <w:tcPr>
            <w:tcW w:w="3827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¿Qué pasa?</w:t>
            </w:r>
          </w:p>
        </w:tc>
        <w:tc>
          <w:tcPr>
            <w:tcW w:w="395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¿Qué?,?Dónde?,?Cuándo?,?Cómo?</w:t>
            </w:r>
          </w:p>
        </w:tc>
      </w:tr>
      <w:tr w:rsidR="00C6381F" w:rsidRPr="0031440B">
        <w:trPr>
          <w:trHeight w:val="57"/>
        </w:trPr>
        <w:tc>
          <w:tcPr>
            <w:tcW w:w="2598" w:type="dxa"/>
          </w:tcPr>
          <w:p w:rsidR="00C6381F" w:rsidRPr="0031440B" w:rsidRDefault="00C6381F" w:rsidP="0031440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1440B">
              <w:rPr>
                <w:b/>
                <w:bCs/>
                <w:sz w:val="18"/>
                <w:szCs w:val="18"/>
              </w:rPr>
              <w:t>¿Conectores?</w:t>
            </w:r>
          </w:p>
        </w:tc>
        <w:tc>
          <w:tcPr>
            <w:tcW w:w="403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Temporales: conjunciones temporales,locuciones etc.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Conectores cronológicos.</w:t>
            </w:r>
          </w:p>
        </w:tc>
        <w:tc>
          <w:tcPr>
            <w:tcW w:w="3827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Conectores cronológicos: En primer lugar.. para empezar, mientras,por último,finalmente…</w:t>
            </w:r>
          </w:p>
        </w:tc>
        <w:tc>
          <w:tcPr>
            <w:tcW w:w="395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rFonts w:ascii="Garamond" w:hAnsi="Garamond" w:cs="Garamond"/>
                <w:sz w:val="18"/>
                <w:szCs w:val="18"/>
              </w:rPr>
              <w:t xml:space="preserve"> </w:t>
            </w:r>
            <w:r w:rsidRPr="0031440B">
              <w:rPr>
                <w:sz w:val="18"/>
                <w:szCs w:val="18"/>
              </w:rPr>
              <w:t xml:space="preserve"> Conectores cronológicos: En primer lugar.. para empezar, mientras,por último,finalmente…</w:t>
            </w:r>
          </w:p>
        </w:tc>
      </w:tr>
      <w:tr w:rsidR="00C6381F" w:rsidRPr="0031440B">
        <w:trPr>
          <w:trHeight w:val="57"/>
        </w:trPr>
        <w:tc>
          <w:tcPr>
            <w:tcW w:w="2598" w:type="dxa"/>
          </w:tcPr>
          <w:p w:rsidR="00C6381F" w:rsidRPr="0031440B" w:rsidRDefault="00C6381F" w:rsidP="0031440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1440B">
              <w:rPr>
                <w:b/>
                <w:bCs/>
                <w:sz w:val="18"/>
                <w:szCs w:val="18"/>
              </w:rPr>
              <w:t>Se manifiestan en estos tipos de texto. Modelos</w:t>
            </w:r>
          </w:p>
        </w:tc>
        <w:tc>
          <w:tcPr>
            <w:tcW w:w="403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  <w:u w:val="single"/>
              </w:rPr>
              <w:t>Cuento</w:t>
            </w:r>
            <w:r w:rsidRPr="0031440B">
              <w:rPr>
                <w:sz w:val="18"/>
                <w:szCs w:val="18"/>
              </w:rPr>
              <w:t>:relato breve con pocos personajes en el que se narra una acción sencilla.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  <w:u w:val="single"/>
              </w:rPr>
              <w:t>Novela</w:t>
            </w:r>
            <w:r w:rsidRPr="0031440B">
              <w:rPr>
                <w:sz w:val="18"/>
                <w:szCs w:val="18"/>
              </w:rPr>
              <w:t>:narración más extensa y compleja y con muchos personajes y mayor acción.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  <w:u w:val="single"/>
              </w:rPr>
              <w:t>Diario:</w:t>
            </w:r>
            <w:r w:rsidRPr="0031440B">
              <w:rPr>
                <w:sz w:val="18"/>
                <w:szCs w:val="18"/>
              </w:rPr>
              <w:t xml:space="preserve">El autor cuenta en primera persona sus pensamientos diarios. 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  <w:u w:val="single"/>
              </w:rPr>
              <w:t>Crónica:</w:t>
            </w:r>
            <w:r w:rsidRPr="0031440B">
              <w:rPr>
                <w:sz w:val="18"/>
                <w:szCs w:val="18"/>
              </w:rPr>
              <w:t>El autor cuenta los hechos que están pasando cronológicamente.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  <w:u w:val="single"/>
              </w:rPr>
              <w:t>Biografía:</w:t>
            </w:r>
            <w:r w:rsidRPr="0031440B">
              <w:rPr>
                <w:sz w:val="18"/>
                <w:szCs w:val="18"/>
              </w:rPr>
              <w:t xml:space="preserve"> El autor relata la vida de un personaje.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95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  <w:u w:val="single"/>
              </w:rPr>
              <w:t>Textos informativos:</w:t>
            </w:r>
            <w:r w:rsidRPr="0031440B">
              <w:rPr>
                <w:sz w:val="18"/>
                <w:szCs w:val="18"/>
              </w:rPr>
              <w:t>La noticia,el reportaje.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  <w:u w:val="single"/>
              </w:rPr>
              <w:t>Textos de opinión:</w:t>
            </w:r>
            <w:r w:rsidRPr="0031440B">
              <w:rPr>
                <w:sz w:val="18"/>
                <w:szCs w:val="18"/>
              </w:rPr>
              <w:t xml:space="preserve"> El artículo,el editorial,la columna.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  <w:u w:val="single"/>
              </w:rPr>
              <w:t>Textos mixtos:</w:t>
            </w:r>
            <w:r w:rsidRPr="0031440B">
              <w:rPr>
                <w:sz w:val="18"/>
                <w:szCs w:val="18"/>
              </w:rPr>
              <w:t xml:space="preserve"> (Información más opinión.): La crónica y la crítica.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6381F" w:rsidRPr="0031440B">
        <w:trPr>
          <w:trHeight w:val="449"/>
        </w:trPr>
        <w:tc>
          <w:tcPr>
            <w:tcW w:w="2598" w:type="dxa"/>
          </w:tcPr>
          <w:p w:rsidR="00C6381F" w:rsidRPr="0031440B" w:rsidRDefault="00C6381F" w:rsidP="0031440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1440B">
              <w:rPr>
                <w:b/>
                <w:bCs/>
                <w:sz w:val="18"/>
                <w:szCs w:val="18"/>
              </w:rPr>
              <w:t>Elementos lingüísticos.</w:t>
            </w:r>
          </w:p>
          <w:p w:rsidR="00C6381F" w:rsidRPr="0031440B" w:rsidRDefault="00C6381F" w:rsidP="0031440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Predominio de verbos y sustantivos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Verbos de acción.Verbos perfectivos:pasado remoto y pasado reciente. Adverbios de tiempo. Adjetivos.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Predominio de verbos y sustantivos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Verbos de acción.Verbos perfectivos:pasado remoto y pasado</w:t>
            </w:r>
          </w:p>
          <w:p w:rsidR="00C6381F" w:rsidRPr="0031440B" w:rsidRDefault="00C6381F" w:rsidP="0031440B">
            <w:pPr>
              <w:spacing w:after="0" w:line="240" w:lineRule="auto"/>
            </w:pPr>
            <w:r w:rsidRPr="0031440B">
              <w:rPr>
                <w:sz w:val="18"/>
                <w:szCs w:val="18"/>
              </w:rPr>
              <w:t>Referencias léxicas al tiempo y al espacio</w:t>
            </w:r>
            <w:r w:rsidRPr="0031440B">
              <w:t>.</w:t>
            </w:r>
          </w:p>
        </w:tc>
        <w:tc>
          <w:tcPr>
            <w:tcW w:w="395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Verbos de acción. Variedad de tiempos.</w:t>
            </w:r>
          </w:p>
          <w:p w:rsidR="00C6381F" w:rsidRPr="0031440B" w:rsidRDefault="00C6381F" w:rsidP="0031440B">
            <w:pPr>
              <w:spacing w:after="0" w:line="240" w:lineRule="auto"/>
            </w:pPr>
            <w:r w:rsidRPr="0031440B">
              <w:rPr>
                <w:sz w:val="18"/>
                <w:szCs w:val="18"/>
              </w:rPr>
              <w:t>Sustantivos.Adjetivos. Adverbios de lugar y de tiempo.</w:t>
            </w:r>
          </w:p>
        </w:tc>
      </w:tr>
      <w:tr w:rsidR="00C6381F" w:rsidRPr="0031440B">
        <w:trPr>
          <w:trHeight w:val="1446"/>
        </w:trPr>
        <w:tc>
          <w:tcPr>
            <w:tcW w:w="2598" w:type="dxa"/>
          </w:tcPr>
          <w:p w:rsidR="00C6381F" w:rsidRPr="0031440B" w:rsidRDefault="00C6381F" w:rsidP="003144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31440B">
              <w:rPr>
                <w:b/>
                <w:bCs/>
                <w:sz w:val="18"/>
                <w:szCs w:val="18"/>
              </w:rPr>
              <w:t xml:space="preserve">Estructura: </w:t>
            </w:r>
            <w:r w:rsidRPr="0031440B">
              <w:rPr>
                <w:i/>
                <w:iCs/>
                <w:sz w:val="18"/>
                <w:szCs w:val="18"/>
              </w:rPr>
              <w:t>Organización lógica y jerárquica de las ideas.</w:t>
            </w:r>
          </w:p>
        </w:tc>
        <w:tc>
          <w:tcPr>
            <w:tcW w:w="403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b/>
                <w:bCs/>
                <w:sz w:val="18"/>
                <w:szCs w:val="18"/>
                <w:u w:val="single"/>
              </w:rPr>
              <w:t>Marco</w:t>
            </w:r>
            <w:r w:rsidRPr="0031440B">
              <w:rPr>
                <w:sz w:val="18"/>
                <w:szCs w:val="18"/>
              </w:rPr>
              <w:t xml:space="preserve">: espacio, tiempo, personajes.  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b/>
                <w:bCs/>
                <w:sz w:val="18"/>
                <w:szCs w:val="18"/>
                <w:u w:val="single"/>
              </w:rPr>
              <w:t>Episodio: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 xml:space="preserve">.Suceso inicial 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.Respuesta Interna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.Ejecución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.Consecuencias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.Reacción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3827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Orden cronológico de los hechos.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La historia y los elementos que la componen. (Argumento). Los personajes. El tiempo y el espacio.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noProof/>
              </w:rPr>
              <w:pict>
                <v:line id="_x0000_s1026" style="position:absolute;z-index:251658240" from="69.75pt,20.25pt" to="69.75pt,20.25pt"/>
              </w:pict>
            </w:r>
          </w:p>
        </w:tc>
        <w:tc>
          <w:tcPr>
            <w:tcW w:w="395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  <w:u w:val="single"/>
              </w:rPr>
              <w:t>Titular:</w:t>
            </w:r>
            <w:r w:rsidRPr="0031440B">
              <w:rPr>
                <w:sz w:val="18"/>
                <w:szCs w:val="18"/>
              </w:rPr>
              <w:t>En el que se indica el tema breveamente.A veces lleva subtítulo.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  <w:u w:val="single"/>
              </w:rPr>
              <w:t>Entradilla:</w:t>
            </w:r>
            <w:r w:rsidRPr="0031440B">
              <w:rPr>
                <w:sz w:val="18"/>
                <w:szCs w:val="18"/>
              </w:rPr>
              <w:t>Se recogen los datos más importantes de la noticia.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  <w:u w:val="single"/>
              </w:rPr>
              <w:t>Cuerpo:</w:t>
            </w:r>
            <w:r w:rsidRPr="0031440B">
              <w:rPr>
                <w:sz w:val="18"/>
                <w:szCs w:val="18"/>
              </w:rPr>
              <w:t xml:space="preserve"> Se desarrolla la información con todo tipo de detalle.</w:t>
            </w:r>
          </w:p>
        </w:tc>
      </w:tr>
      <w:tr w:rsidR="00C6381F" w:rsidRPr="0031440B">
        <w:trPr>
          <w:trHeight w:val="526"/>
        </w:trPr>
        <w:tc>
          <w:tcPr>
            <w:tcW w:w="2598" w:type="dxa"/>
          </w:tcPr>
          <w:p w:rsidR="00C6381F" w:rsidRPr="0031440B" w:rsidRDefault="00C6381F" w:rsidP="0031440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1440B">
              <w:rPr>
                <w:b/>
                <w:bCs/>
                <w:sz w:val="18"/>
                <w:szCs w:val="18"/>
              </w:rPr>
              <w:t>Registros</w:t>
            </w:r>
          </w:p>
        </w:tc>
        <w:tc>
          <w:tcPr>
            <w:tcW w:w="403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Estándar. Culto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Estándar. Culto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95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Estándar .Culto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6381F" w:rsidRPr="0031440B">
        <w:trPr>
          <w:trHeight w:val="414"/>
        </w:trPr>
        <w:tc>
          <w:tcPr>
            <w:tcW w:w="2598" w:type="dxa"/>
          </w:tcPr>
          <w:p w:rsidR="00C6381F" w:rsidRPr="0031440B" w:rsidRDefault="00C6381F" w:rsidP="0031440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1440B">
              <w:rPr>
                <w:b/>
                <w:bCs/>
                <w:sz w:val="18"/>
                <w:szCs w:val="18"/>
              </w:rPr>
              <w:t>Tipos</w:t>
            </w:r>
          </w:p>
        </w:tc>
        <w:tc>
          <w:tcPr>
            <w:tcW w:w="403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Cortos y largos.</w:t>
            </w:r>
          </w:p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Divulgativos.Especializados</w:t>
            </w:r>
          </w:p>
        </w:tc>
        <w:tc>
          <w:tcPr>
            <w:tcW w:w="395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Divulgativos.Especializados</w:t>
            </w:r>
          </w:p>
        </w:tc>
      </w:tr>
      <w:tr w:rsidR="00C6381F" w:rsidRPr="0031440B">
        <w:trPr>
          <w:trHeight w:val="205"/>
        </w:trPr>
        <w:tc>
          <w:tcPr>
            <w:tcW w:w="2598" w:type="dxa"/>
          </w:tcPr>
          <w:p w:rsidR="00C6381F" w:rsidRPr="0031440B" w:rsidRDefault="00C6381F" w:rsidP="0031440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1440B">
              <w:rPr>
                <w:b/>
                <w:bCs/>
                <w:sz w:val="18"/>
                <w:szCs w:val="18"/>
              </w:rPr>
              <w:t>Funciones del lenguaje</w:t>
            </w:r>
          </w:p>
        </w:tc>
        <w:tc>
          <w:tcPr>
            <w:tcW w:w="4031" w:type="dxa"/>
          </w:tcPr>
          <w:p w:rsidR="00C6381F" w:rsidRPr="0031440B" w:rsidRDefault="00C6381F" w:rsidP="0031440B">
            <w:pPr>
              <w:spacing w:after="0" w:line="240" w:lineRule="auto"/>
              <w:rPr>
                <w:rFonts w:ascii="Garamond" w:hAnsi="Garamond" w:cs="Garamond"/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Referencial /Poética</w:t>
            </w:r>
          </w:p>
        </w:tc>
        <w:tc>
          <w:tcPr>
            <w:tcW w:w="3827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 xml:space="preserve">Referencial </w:t>
            </w:r>
          </w:p>
        </w:tc>
        <w:tc>
          <w:tcPr>
            <w:tcW w:w="3951" w:type="dxa"/>
          </w:tcPr>
          <w:p w:rsidR="00C6381F" w:rsidRPr="0031440B" w:rsidRDefault="00C6381F" w:rsidP="0031440B">
            <w:pPr>
              <w:spacing w:after="0" w:line="240" w:lineRule="auto"/>
              <w:rPr>
                <w:sz w:val="18"/>
                <w:szCs w:val="18"/>
              </w:rPr>
            </w:pPr>
            <w:r w:rsidRPr="0031440B">
              <w:rPr>
                <w:sz w:val="18"/>
                <w:szCs w:val="18"/>
              </w:rPr>
              <w:t>Referencial</w:t>
            </w:r>
          </w:p>
        </w:tc>
      </w:tr>
    </w:tbl>
    <w:p w:rsidR="00C6381F" w:rsidRDefault="00C6381F" w:rsidP="00512BAD"/>
    <w:p w:rsidR="00C6381F" w:rsidRDefault="00C6381F" w:rsidP="00512BAD"/>
    <w:p w:rsidR="00C6381F" w:rsidRDefault="00C6381F" w:rsidP="00512BAD"/>
    <w:p w:rsidR="00C6381F" w:rsidRPr="00512BAD" w:rsidRDefault="00C6381F" w:rsidP="00512BAD"/>
    <w:sectPr w:rsidR="00C6381F" w:rsidRPr="00512BAD" w:rsidSect="00512BAD">
      <w:pgSz w:w="15840" w:h="12240" w:orient="landscape"/>
      <w:pgMar w:top="1701" w:right="1417" w:bottom="1701" w:left="1417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81F" w:rsidRDefault="00C6381F" w:rsidP="00C93DF6">
      <w:pPr>
        <w:spacing w:after="0" w:line="240" w:lineRule="auto"/>
      </w:pPr>
      <w:r>
        <w:separator/>
      </w:r>
    </w:p>
  </w:endnote>
  <w:endnote w:type="continuationSeparator" w:id="0">
    <w:p w:rsidR="00C6381F" w:rsidRDefault="00C6381F" w:rsidP="00C93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81F" w:rsidRDefault="00C6381F" w:rsidP="00C93DF6">
      <w:pPr>
        <w:spacing w:after="0" w:line="240" w:lineRule="auto"/>
      </w:pPr>
      <w:r>
        <w:separator/>
      </w:r>
    </w:p>
  </w:footnote>
  <w:footnote w:type="continuationSeparator" w:id="0">
    <w:p w:rsidR="00C6381F" w:rsidRDefault="00C6381F" w:rsidP="00C93D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BAD"/>
    <w:rsid w:val="00004317"/>
    <w:rsid w:val="00041E95"/>
    <w:rsid w:val="00103D5E"/>
    <w:rsid w:val="00126ABA"/>
    <w:rsid w:val="00127658"/>
    <w:rsid w:val="00175A55"/>
    <w:rsid w:val="002B37FC"/>
    <w:rsid w:val="002C08D9"/>
    <w:rsid w:val="0031440B"/>
    <w:rsid w:val="00367B15"/>
    <w:rsid w:val="00371019"/>
    <w:rsid w:val="003B3FB9"/>
    <w:rsid w:val="00460A5A"/>
    <w:rsid w:val="00512BAD"/>
    <w:rsid w:val="005771DB"/>
    <w:rsid w:val="00641CF6"/>
    <w:rsid w:val="006E4E37"/>
    <w:rsid w:val="006E6256"/>
    <w:rsid w:val="007332FB"/>
    <w:rsid w:val="007D0E0A"/>
    <w:rsid w:val="00874085"/>
    <w:rsid w:val="008912B1"/>
    <w:rsid w:val="008B4EF5"/>
    <w:rsid w:val="008B53FC"/>
    <w:rsid w:val="008C79C2"/>
    <w:rsid w:val="009B5CDA"/>
    <w:rsid w:val="009F34FC"/>
    <w:rsid w:val="00A546DB"/>
    <w:rsid w:val="00AE4C1B"/>
    <w:rsid w:val="00B72863"/>
    <w:rsid w:val="00C44EBB"/>
    <w:rsid w:val="00C61343"/>
    <w:rsid w:val="00C6381F"/>
    <w:rsid w:val="00C75C22"/>
    <w:rsid w:val="00C811B2"/>
    <w:rsid w:val="00C93DF6"/>
    <w:rsid w:val="00D22F74"/>
    <w:rsid w:val="00E17191"/>
    <w:rsid w:val="00E4414D"/>
    <w:rsid w:val="00E5738B"/>
    <w:rsid w:val="00E81243"/>
    <w:rsid w:val="00E9476F"/>
    <w:rsid w:val="00EA6BBD"/>
    <w:rsid w:val="00F2237B"/>
    <w:rsid w:val="00FF4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CF6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2BAD"/>
    <w:pPr>
      <w:keepNext/>
      <w:spacing w:after="0" w:line="240" w:lineRule="auto"/>
      <w:jc w:val="center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2BAD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E1719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93D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93DF6"/>
  </w:style>
  <w:style w:type="paragraph" w:styleId="Footer">
    <w:name w:val="footer"/>
    <w:basedOn w:val="Normal"/>
    <w:link w:val="FooterChar"/>
    <w:uiPriority w:val="99"/>
    <w:semiHidden/>
    <w:rsid w:val="00C93D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3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380</Words>
  <Characters>2092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TIPOS DE TEXTOS NARRATIVOS</dc:title>
  <dc:subject/>
  <dc:creator>P2B</dc:creator>
  <cp:keywords/>
  <dc:description/>
  <cp:lastModifiedBy>-</cp:lastModifiedBy>
  <cp:revision>3</cp:revision>
  <dcterms:created xsi:type="dcterms:W3CDTF">2014-01-08T16:25:00Z</dcterms:created>
  <dcterms:modified xsi:type="dcterms:W3CDTF">2014-01-08T16:28:00Z</dcterms:modified>
</cp:coreProperties>
</file>